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A41" w:rsidRDefault="007B1A41" w:rsidP="00250D13">
      <w:pPr>
        <w:spacing w:after="0" w:line="240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PLC</w:t>
      </w:r>
      <w:r w:rsidR="00250D13">
        <w:rPr>
          <w:b/>
          <w:bCs/>
          <w:sz w:val="28"/>
          <w:szCs w:val="28"/>
        </w:rPr>
        <w:t xml:space="preserve"> </w:t>
      </w:r>
      <w:proofErr w:type="gramStart"/>
      <w:r w:rsidR="00250D13">
        <w:rPr>
          <w:b/>
          <w:bCs/>
          <w:sz w:val="28"/>
          <w:szCs w:val="28"/>
        </w:rPr>
        <w:t>Notes</w:t>
      </w:r>
      <w:r>
        <w:rPr>
          <w:b/>
          <w:bCs/>
          <w:sz w:val="28"/>
          <w:szCs w:val="28"/>
        </w:rPr>
        <w:t xml:space="preserve">  8</w:t>
      </w:r>
      <w:proofErr w:type="gramEnd"/>
      <w:r>
        <w:rPr>
          <w:b/>
          <w:bCs/>
          <w:sz w:val="28"/>
          <w:szCs w:val="28"/>
        </w:rPr>
        <w:t>/28/14</w:t>
      </w:r>
    </w:p>
    <w:p w:rsidR="007B1A41" w:rsidRDefault="007B1A41" w:rsidP="007B1A41">
      <w:p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In Attendance: </w:t>
      </w:r>
      <w:r w:rsidRPr="007B1A41">
        <w:rPr>
          <w:bCs/>
          <w:sz w:val="28"/>
          <w:szCs w:val="28"/>
        </w:rPr>
        <w:t>Stacia, Brenda, Shirley, Carol, Dani, Robyn, Seena, Jodi, Crista</w:t>
      </w:r>
    </w:p>
    <w:p w:rsidR="007B1A41" w:rsidRDefault="007B1A41" w:rsidP="00250D13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250D13" w:rsidRDefault="00E76EC6" w:rsidP="00250D13">
      <w:p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Target 1:  </w:t>
      </w:r>
      <w:r w:rsidR="00250D13" w:rsidRPr="00E76EC6">
        <w:rPr>
          <w:bCs/>
          <w:sz w:val="28"/>
          <w:szCs w:val="28"/>
        </w:rPr>
        <w:t>Create agreed-upon PLC agreements/norms</w:t>
      </w:r>
    </w:p>
    <w:p w:rsidR="00250D13" w:rsidRPr="00250D13" w:rsidRDefault="00250D13" w:rsidP="00250D13">
      <w:pPr>
        <w:tabs>
          <w:tab w:val="left" w:pos="2520"/>
        </w:tabs>
        <w:spacing w:after="0" w:line="240" w:lineRule="auto"/>
        <w:rPr>
          <w:bCs/>
          <w:sz w:val="28"/>
          <w:szCs w:val="28"/>
        </w:rPr>
      </w:pPr>
    </w:p>
    <w:p w:rsidR="00250D13" w:rsidRDefault="00250D13" w:rsidP="00250D13">
      <w:pPr>
        <w:spacing w:after="0" w:line="240" w:lineRule="auto"/>
        <w:rPr>
          <w:bCs/>
          <w:i/>
          <w:sz w:val="28"/>
          <w:szCs w:val="28"/>
        </w:rPr>
      </w:pPr>
      <w:r w:rsidRPr="00626F2A">
        <w:rPr>
          <w:bCs/>
          <w:i/>
          <w:sz w:val="28"/>
          <w:szCs w:val="28"/>
        </w:rPr>
        <w:t>What commitments do you need?</w:t>
      </w:r>
    </w:p>
    <w:p w:rsidR="00250D13" w:rsidRDefault="00250D13" w:rsidP="00250D13">
      <w:pPr>
        <w:pStyle w:val="ListParagraph"/>
        <w:spacing w:after="0" w:line="240" w:lineRule="auto"/>
        <w:ind w:left="0"/>
        <w:rPr>
          <w:bCs/>
          <w:i/>
          <w:sz w:val="28"/>
          <w:szCs w:val="28"/>
        </w:rPr>
      </w:pPr>
      <w:r w:rsidRPr="00626F2A">
        <w:rPr>
          <w:bCs/>
          <w:i/>
          <w:sz w:val="28"/>
          <w:szCs w:val="28"/>
        </w:rPr>
        <w:t>What values are important to you when working with others?</w:t>
      </w:r>
    </w:p>
    <w:p w:rsidR="00250D13" w:rsidRDefault="00250D13" w:rsidP="00250D13">
      <w:pPr>
        <w:pStyle w:val="ListParagraph"/>
        <w:spacing w:after="0" w:line="240" w:lineRule="auto"/>
        <w:ind w:left="0"/>
        <w:rPr>
          <w:bCs/>
          <w:i/>
          <w:sz w:val="28"/>
          <w:szCs w:val="28"/>
        </w:rPr>
      </w:pPr>
    </w:p>
    <w:p w:rsidR="00250D13" w:rsidRPr="00250D13" w:rsidRDefault="00250D13" w:rsidP="00250D13">
      <w:pPr>
        <w:pStyle w:val="ListParagraph"/>
        <w:spacing w:after="0" w:line="240" w:lineRule="auto"/>
        <w:ind w:left="0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We value </w:t>
      </w:r>
      <w:proofErr w:type="spellStart"/>
      <w:r>
        <w:rPr>
          <w:b/>
          <w:bCs/>
          <w:i/>
          <w:sz w:val="28"/>
          <w:szCs w:val="28"/>
        </w:rPr>
        <w:t>each others</w:t>
      </w:r>
      <w:r w:rsidR="00E76EC6">
        <w:rPr>
          <w:b/>
          <w:bCs/>
          <w:i/>
          <w:sz w:val="28"/>
          <w:szCs w:val="28"/>
        </w:rPr>
        <w:t>’</w:t>
      </w:r>
      <w:proofErr w:type="spellEnd"/>
      <w:r>
        <w:rPr>
          <w:b/>
          <w:bCs/>
          <w:i/>
          <w:sz w:val="28"/>
          <w:szCs w:val="28"/>
        </w:rPr>
        <w:t xml:space="preserve"> time when setting, attending and participating in PLC meetings.</w:t>
      </w:r>
    </w:p>
    <w:p w:rsidR="00250D13" w:rsidRPr="001C5BF0" w:rsidRDefault="00250D13" w:rsidP="00250D13">
      <w:pPr>
        <w:pStyle w:val="ListParagraph"/>
        <w:numPr>
          <w:ilvl w:val="0"/>
          <w:numId w:val="25"/>
        </w:numPr>
        <w:spacing w:after="0" w:line="240" w:lineRule="auto"/>
        <w:rPr>
          <w:bCs/>
          <w:sz w:val="28"/>
          <w:szCs w:val="28"/>
        </w:rPr>
      </w:pPr>
      <w:r w:rsidRPr="001C5BF0">
        <w:rPr>
          <w:bCs/>
          <w:sz w:val="28"/>
          <w:szCs w:val="28"/>
        </w:rPr>
        <w:t>Use meeting time effectively</w:t>
      </w:r>
      <w:r w:rsidR="00E76EC6">
        <w:rPr>
          <w:bCs/>
          <w:sz w:val="28"/>
          <w:szCs w:val="28"/>
        </w:rPr>
        <w:t>.</w:t>
      </w:r>
    </w:p>
    <w:p w:rsidR="00250D13" w:rsidRDefault="00E76EC6" w:rsidP="00E76EC6">
      <w:pPr>
        <w:pStyle w:val="ListParagraph"/>
        <w:numPr>
          <w:ilvl w:val="0"/>
          <w:numId w:val="25"/>
        </w:numPr>
        <w:spacing w:after="0" w:line="24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Communicate c</w:t>
      </w:r>
      <w:r w:rsidR="00250D13" w:rsidRPr="001C5BF0">
        <w:rPr>
          <w:bCs/>
          <w:sz w:val="28"/>
          <w:szCs w:val="28"/>
        </w:rPr>
        <w:t xml:space="preserve">ancelations and schedule changes </w:t>
      </w:r>
      <w:r>
        <w:rPr>
          <w:bCs/>
          <w:sz w:val="28"/>
          <w:szCs w:val="28"/>
        </w:rPr>
        <w:t>in advance.</w:t>
      </w:r>
    </w:p>
    <w:p w:rsidR="00E76EC6" w:rsidRPr="001C5BF0" w:rsidRDefault="00E76EC6" w:rsidP="00E76EC6">
      <w:pPr>
        <w:pStyle w:val="ListParagraph"/>
        <w:numPr>
          <w:ilvl w:val="0"/>
          <w:numId w:val="25"/>
        </w:numPr>
        <w:spacing w:after="0" w:line="24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Honor meeting times.</w:t>
      </w:r>
    </w:p>
    <w:p w:rsidR="00250D13" w:rsidRDefault="00250D13" w:rsidP="00250D13">
      <w:pPr>
        <w:spacing w:after="0" w:line="240" w:lineRule="auto"/>
        <w:rPr>
          <w:bCs/>
          <w:sz w:val="28"/>
          <w:szCs w:val="28"/>
        </w:rPr>
      </w:pPr>
    </w:p>
    <w:p w:rsidR="00250D13" w:rsidRPr="00DE2AFE" w:rsidRDefault="00E76EC6" w:rsidP="00250D13">
      <w:p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We recognize our strengths, </w:t>
      </w:r>
      <w:r w:rsidR="00250D13" w:rsidRPr="00DE2AFE">
        <w:rPr>
          <w:b/>
          <w:bCs/>
          <w:sz w:val="28"/>
          <w:szCs w:val="28"/>
        </w:rPr>
        <w:t xml:space="preserve">unique roles, learning styles </w:t>
      </w:r>
      <w:r>
        <w:rPr>
          <w:b/>
          <w:bCs/>
          <w:sz w:val="28"/>
          <w:szCs w:val="28"/>
        </w:rPr>
        <w:t>and position responsibilities.</w:t>
      </w:r>
      <w:r w:rsidR="00250D13" w:rsidRPr="00DE2AFE">
        <w:rPr>
          <w:b/>
          <w:bCs/>
          <w:sz w:val="28"/>
          <w:szCs w:val="28"/>
        </w:rPr>
        <w:t xml:space="preserve"> </w:t>
      </w:r>
    </w:p>
    <w:p w:rsidR="00250D13" w:rsidRPr="00250D13" w:rsidRDefault="00250D13" w:rsidP="00250D13">
      <w:pPr>
        <w:spacing w:after="0" w:line="240" w:lineRule="auto"/>
        <w:rPr>
          <w:bCs/>
          <w:sz w:val="28"/>
          <w:szCs w:val="28"/>
        </w:rPr>
      </w:pPr>
    </w:p>
    <w:p w:rsidR="00250D13" w:rsidRDefault="00250D13" w:rsidP="00250D13">
      <w:pPr>
        <w:pStyle w:val="ListParagraph"/>
        <w:numPr>
          <w:ilvl w:val="0"/>
          <w:numId w:val="25"/>
        </w:numPr>
        <w:spacing w:after="0" w:line="240" w:lineRule="auto"/>
        <w:rPr>
          <w:bCs/>
          <w:sz w:val="28"/>
          <w:szCs w:val="28"/>
        </w:rPr>
      </w:pPr>
      <w:r w:rsidRPr="001C5BF0">
        <w:rPr>
          <w:bCs/>
          <w:sz w:val="28"/>
          <w:szCs w:val="28"/>
        </w:rPr>
        <w:t>Acknowledge the work and talents of the individuals in the PLC.</w:t>
      </w:r>
    </w:p>
    <w:p w:rsidR="00250D13" w:rsidRDefault="00250D13" w:rsidP="00250D13">
      <w:pPr>
        <w:pStyle w:val="ListParagraph"/>
        <w:numPr>
          <w:ilvl w:val="0"/>
          <w:numId w:val="25"/>
        </w:numPr>
        <w:spacing w:after="0" w:line="24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Honor our differences and similarities</w:t>
      </w:r>
      <w:r w:rsidR="00E76EC6">
        <w:rPr>
          <w:bCs/>
          <w:sz w:val="28"/>
          <w:szCs w:val="28"/>
        </w:rPr>
        <w:t>.</w:t>
      </w:r>
    </w:p>
    <w:p w:rsidR="00E76EC6" w:rsidRDefault="00E76EC6" w:rsidP="00250D13">
      <w:pPr>
        <w:pStyle w:val="ListParagraph"/>
        <w:numPr>
          <w:ilvl w:val="0"/>
          <w:numId w:val="25"/>
        </w:numPr>
        <w:spacing w:after="0" w:line="240" w:lineRule="auto"/>
        <w:rPr>
          <w:bCs/>
          <w:sz w:val="28"/>
          <w:szCs w:val="28"/>
        </w:rPr>
      </w:pPr>
      <w:r w:rsidRPr="00E76EC6">
        <w:rPr>
          <w:bCs/>
          <w:sz w:val="28"/>
          <w:szCs w:val="28"/>
        </w:rPr>
        <w:t>Be patient. All voices are heard.</w:t>
      </w:r>
    </w:p>
    <w:p w:rsidR="00E76EC6" w:rsidRDefault="00E76EC6" w:rsidP="00250D13">
      <w:pPr>
        <w:pStyle w:val="ListParagraph"/>
        <w:numPr>
          <w:ilvl w:val="0"/>
          <w:numId w:val="25"/>
        </w:numPr>
        <w:spacing w:after="0" w:line="24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Arrive at</w:t>
      </w:r>
      <w:r w:rsidR="00250D13" w:rsidRPr="00E76EC6">
        <w:rPr>
          <w:bCs/>
          <w:sz w:val="28"/>
          <w:szCs w:val="28"/>
        </w:rPr>
        <w:t xml:space="preserve"> consensus</w:t>
      </w:r>
      <w:r>
        <w:rPr>
          <w:bCs/>
          <w:sz w:val="28"/>
          <w:szCs w:val="28"/>
        </w:rPr>
        <w:t>, not always in agreement and communicate with one voice.</w:t>
      </w:r>
      <w:r w:rsidR="00250D13" w:rsidRPr="00E76EC6">
        <w:rPr>
          <w:bCs/>
          <w:sz w:val="28"/>
          <w:szCs w:val="28"/>
        </w:rPr>
        <w:t xml:space="preserve"> </w:t>
      </w:r>
    </w:p>
    <w:p w:rsidR="00250D13" w:rsidRPr="00E76EC6" w:rsidRDefault="00250D13" w:rsidP="00E76EC6">
      <w:pPr>
        <w:spacing w:after="0" w:line="240" w:lineRule="auto"/>
        <w:rPr>
          <w:bCs/>
          <w:sz w:val="28"/>
          <w:szCs w:val="28"/>
        </w:rPr>
      </w:pPr>
    </w:p>
    <w:p w:rsidR="00250D13" w:rsidRPr="00DE2AFE" w:rsidRDefault="00250D13" w:rsidP="00250D13">
      <w:pPr>
        <w:spacing w:after="0" w:line="240" w:lineRule="auto"/>
        <w:rPr>
          <w:b/>
          <w:bCs/>
          <w:sz w:val="28"/>
          <w:szCs w:val="28"/>
        </w:rPr>
      </w:pPr>
      <w:r w:rsidRPr="00DE2AFE">
        <w:rPr>
          <w:b/>
          <w:bCs/>
          <w:sz w:val="28"/>
          <w:szCs w:val="28"/>
        </w:rPr>
        <w:t xml:space="preserve">We assume collective responsibility and </w:t>
      </w:r>
      <w:r w:rsidR="00DE2AFE">
        <w:rPr>
          <w:b/>
          <w:bCs/>
          <w:sz w:val="28"/>
          <w:szCs w:val="28"/>
        </w:rPr>
        <w:t>mutual</w:t>
      </w:r>
      <w:r w:rsidRPr="00DE2AFE">
        <w:rPr>
          <w:b/>
          <w:bCs/>
          <w:sz w:val="28"/>
          <w:szCs w:val="28"/>
        </w:rPr>
        <w:t xml:space="preserve"> accountability.</w:t>
      </w:r>
    </w:p>
    <w:p w:rsidR="00250D13" w:rsidRDefault="00E76EC6" w:rsidP="00250D13">
      <w:pPr>
        <w:pStyle w:val="ListParagraph"/>
        <w:numPr>
          <w:ilvl w:val="0"/>
          <w:numId w:val="25"/>
        </w:numPr>
        <w:spacing w:after="0" w:line="24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Define and adhere to the</w:t>
      </w:r>
      <w:r w:rsidR="00250D13" w:rsidRPr="001C5BF0">
        <w:rPr>
          <w:bCs/>
          <w:sz w:val="28"/>
          <w:szCs w:val="28"/>
        </w:rPr>
        <w:t xml:space="preserve"> purpose</w:t>
      </w:r>
      <w:r>
        <w:rPr>
          <w:bCs/>
          <w:sz w:val="28"/>
          <w:szCs w:val="28"/>
        </w:rPr>
        <w:t>s of the PLC.</w:t>
      </w:r>
      <w:r w:rsidR="00250D13" w:rsidRPr="001C5BF0">
        <w:rPr>
          <w:bCs/>
          <w:sz w:val="28"/>
          <w:szCs w:val="28"/>
        </w:rPr>
        <w:t xml:space="preserve"> </w:t>
      </w:r>
    </w:p>
    <w:p w:rsidR="00E76EC6" w:rsidRPr="001C5BF0" w:rsidRDefault="00E76EC6" w:rsidP="00250D13">
      <w:pPr>
        <w:pStyle w:val="ListParagraph"/>
        <w:numPr>
          <w:ilvl w:val="0"/>
          <w:numId w:val="25"/>
        </w:numPr>
        <w:spacing w:after="0" w:line="240" w:lineRule="auto"/>
        <w:rPr>
          <w:bCs/>
          <w:sz w:val="28"/>
          <w:szCs w:val="28"/>
        </w:rPr>
      </w:pPr>
      <w:r w:rsidRPr="001C5BF0">
        <w:rPr>
          <w:bCs/>
          <w:sz w:val="28"/>
          <w:szCs w:val="28"/>
        </w:rPr>
        <w:t>Identify</w:t>
      </w:r>
      <w:r>
        <w:rPr>
          <w:bCs/>
          <w:sz w:val="28"/>
          <w:szCs w:val="28"/>
        </w:rPr>
        <w:t xml:space="preserve"> the</w:t>
      </w:r>
      <w:r w:rsidRPr="001C5BF0">
        <w:rPr>
          <w:bCs/>
          <w:sz w:val="28"/>
          <w:szCs w:val="28"/>
        </w:rPr>
        <w:t xml:space="preserve"> roles and tasks then follow through</w:t>
      </w:r>
      <w:r>
        <w:rPr>
          <w:bCs/>
          <w:sz w:val="28"/>
          <w:szCs w:val="28"/>
        </w:rPr>
        <w:t>.</w:t>
      </w:r>
    </w:p>
    <w:p w:rsidR="00250D13" w:rsidRPr="001C5BF0" w:rsidRDefault="00250D13" w:rsidP="00250D13">
      <w:pPr>
        <w:pStyle w:val="ListParagraph"/>
        <w:numPr>
          <w:ilvl w:val="0"/>
          <w:numId w:val="25"/>
        </w:numPr>
        <w:spacing w:after="0" w:line="240" w:lineRule="auto"/>
        <w:rPr>
          <w:bCs/>
          <w:sz w:val="28"/>
          <w:szCs w:val="28"/>
        </w:rPr>
      </w:pPr>
      <w:r w:rsidRPr="001C5BF0">
        <w:rPr>
          <w:bCs/>
          <w:sz w:val="28"/>
          <w:szCs w:val="28"/>
        </w:rPr>
        <w:t>Share the</w:t>
      </w:r>
      <w:r w:rsidR="00E76EC6">
        <w:rPr>
          <w:bCs/>
          <w:sz w:val="28"/>
          <w:szCs w:val="28"/>
        </w:rPr>
        <w:t xml:space="preserve"> PLC</w:t>
      </w:r>
      <w:r w:rsidRPr="001C5BF0">
        <w:rPr>
          <w:bCs/>
          <w:sz w:val="28"/>
          <w:szCs w:val="28"/>
        </w:rPr>
        <w:t xml:space="preserve"> work load</w:t>
      </w:r>
      <w:r w:rsidR="00E76EC6">
        <w:rPr>
          <w:bCs/>
          <w:sz w:val="28"/>
          <w:szCs w:val="28"/>
        </w:rPr>
        <w:t xml:space="preserve">: </w:t>
      </w:r>
      <w:r w:rsidRPr="001C5BF0">
        <w:rPr>
          <w:bCs/>
          <w:sz w:val="28"/>
          <w:szCs w:val="28"/>
        </w:rPr>
        <w:t>time keeper, note taker</w:t>
      </w:r>
      <w:r w:rsidR="00E76EC6">
        <w:rPr>
          <w:bCs/>
          <w:sz w:val="28"/>
          <w:szCs w:val="28"/>
        </w:rPr>
        <w:t>-distributer, agenda writer-</w:t>
      </w:r>
      <w:r w:rsidRPr="001C5BF0">
        <w:rPr>
          <w:bCs/>
          <w:sz w:val="28"/>
          <w:szCs w:val="28"/>
        </w:rPr>
        <w:t xml:space="preserve">facilitator. </w:t>
      </w:r>
    </w:p>
    <w:p w:rsidR="00250D13" w:rsidRPr="001C5BF0" w:rsidRDefault="00250D13" w:rsidP="00250D13">
      <w:pPr>
        <w:pStyle w:val="ListParagraph"/>
        <w:spacing w:after="0" w:line="240" w:lineRule="auto"/>
        <w:rPr>
          <w:bCs/>
          <w:sz w:val="28"/>
          <w:szCs w:val="28"/>
        </w:rPr>
      </w:pPr>
    </w:p>
    <w:p w:rsidR="00DE2AFE" w:rsidRPr="00DE2AFE" w:rsidRDefault="00DE2AFE" w:rsidP="00DE2AFE">
      <w:pPr>
        <w:spacing w:after="0" w:line="240" w:lineRule="auto"/>
        <w:rPr>
          <w:bCs/>
          <w:sz w:val="28"/>
          <w:szCs w:val="28"/>
        </w:rPr>
      </w:pPr>
    </w:p>
    <w:p w:rsidR="00DE2AFE" w:rsidRPr="00DE2AFE" w:rsidRDefault="00DE2AFE" w:rsidP="00DE2AFE">
      <w:pPr>
        <w:spacing w:after="0" w:line="240" w:lineRule="auto"/>
        <w:rPr>
          <w:b/>
          <w:bCs/>
          <w:sz w:val="28"/>
          <w:szCs w:val="28"/>
        </w:rPr>
      </w:pPr>
      <w:r w:rsidRPr="00DE2AFE">
        <w:rPr>
          <w:b/>
          <w:bCs/>
          <w:sz w:val="28"/>
          <w:szCs w:val="28"/>
        </w:rPr>
        <w:t xml:space="preserve">We reflect on our norms and progress both as a team and as individuals. </w:t>
      </w:r>
    </w:p>
    <w:p w:rsidR="00250D13" w:rsidRPr="00DE2AFE" w:rsidRDefault="00E76EC6" w:rsidP="00DE2AFE">
      <w:pPr>
        <w:pStyle w:val="ListParagraph"/>
        <w:numPr>
          <w:ilvl w:val="0"/>
          <w:numId w:val="29"/>
        </w:numPr>
        <w:spacing w:after="0" w:line="24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Revisit the norms</w:t>
      </w:r>
      <w:r w:rsidR="0000317E">
        <w:rPr>
          <w:bCs/>
          <w:sz w:val="28"/>
          <w:szCs w:val="28"/>
        </w:rPr>
        <w:t xml:space="preserve"> </w:t>
      </w:r>
      <w:r w:rsidR="0000317E" w:rsidRPr="0000317E">
        <w:rPr>
          <w:bCs/>
          <w:color w:val="FF0000"/>
          <w:sz w:val="28"/>
          <w:szCs w:val="28"/>
        </w:rPr>
        <w:t>(</w:t>
      </w:r>
      <w:r w:rsidRPr="0000317E">
        <w:rPr>
          <w:bCs/>
          <w:color w:val="FF0000"/>
          <w:sz w:val="28"/>
          <w:szCs w:val="28"/>
        </w:rPr>
        <w:t xml:space="preserve">time line and </w:t>
      </w:r>
      <w:r w:rsidR="0000317E" w:rsidRPr="0000317E">
        <w:rPr>
          <w:bCs/>
          <w:color w:val="FF0000"/>
          <w:sz w:val="28"/>
          <w:szCs w:val="28"/>
        </w:rPr>
        <w:t>assessments</w:t>
      </w:r>
      <w:r w:rsidRPr="0000317E">
        <w:rPr>
          <w:bCs/>
          <w:color w:val="FF0000"/>
          <w:sz w:val="28"/>
          <w:szCs w:val="28"/>
        </w:rPr>
        <w:t xml:space="preserve"> need to be identified.</w:t>
      </w:r>
      <w:r w:rsidR="0000317E" w:rsidRPr="0000317E">
        <w:rPr>
          <w:bCs/>
          <w:color w:val="FF0000"/>
          <w:sz w:val="28"/>
          <w:szCs w:val="28"/>
        </w:rPr>
        <w:t>)</w:t>
      </w:r>
    </w:p>
    <w:p w:rsidR="00250D13" w:rsidRPr="001C5BF0" w:rsidRDefault="00250D13" w:rsidP="00250D13">
      <w:pPr>
        <w:pStyle w:val="ListParagraph"/>
        <w:numPr>
          <w:ilvl w:val="0"/>
          <w:numId w:val="25"/>
        </w:numPr>
        <w:spacing w:after="0" w:line="24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Participate in self-reflection. </w:t>
      </w:r>
    </w:p>
    <w:p w:rsidR="00250D13" w:rsidRPr="001C5BF0" w:rsidRDefault="00250D13" w:rsidP="00250D13">
      <w:pPr>
        <w:pStyle w:val="ListParagraph"/>
        <w:spacing w:after="0" w:line="240" w:lineRule="auto"/>
        <w:rPr>
          <w:bCs/>
          <w:sz w:val="28"/>
          <w:szCs w:val="28"/>
        </w:rPr>
      </w:pPr>
    </w:p>
    <w:p w:rsidR="00250D13" w:rsidRPr="001C5BF0" w:rsidRDefault="00250D13" w:rsidP="00250D13">
      <w:pPr>
        <w:spacing w:after="0" w:line="240" w:lineRule="auto"/>
        <w:rPr>
          <w:bCs/>
          <w:sz w:val="28"/>
          <w:szCs w:val="28"/>
        </w:rPr>
      </w:pPr>
    </w:p>
    <w:p w:rsidR="00250D13" w:rsidRPr="00626F2A" w:rsidRDefault="00250D13" w:rsidP="00250D13">
      <w:pPr>
        <w:spacing w:after="0" w:line="240" w:lineRule="auto"/>
        <w:rPr>
          <w:bCs/>
          <w:sz w:val="28"/>
          <w:szCs w:val="28"/>
        </w:rPr>
      </w:pPr>
    </w:p>
    <w:p w:rsidR="0000317E" w:rsidRDefault="0000317E">
      <w:p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250D13" w:rsidRDefault="00E76EC6" w:rsidP="00250D13">
      <w:p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Target 2: </w:t>
      </w:r>
      <w:r w:rsidR="00250D13" w:rsidRPr="00E76EC6">
        <w:rPr>
          <w:bCs/>
          <w:sz w:val="28"/>
          <w:szCs w:val="28"/>
        </w:rPr>
        <w:t>Establish regularly-scheduled PLC meeting times</w:t>
      </w:r>
    </w:p>
    <w:p w:rsidR="0000317E" w:rsidRPr="0000317E" w:rsidRDefault="0000317E" w:rsidP="0000317E">
      <w:pPr>
        <w:spacing w:after="0" w:line="240" w:lineRule="auto"/>
        <w:rPr>
          <w:bCs/>
          <w:sz w:val="28"/>
          <w:szCs w:val="28"/>
        </w:rPr>
      </w:pPr>
    </w:p>
    <w:p w:rsidR="0000317E" w:rsidRDefault="0000317E" w:rsidP="0000317E">
      <w:pPr>
        <w:pStyle w:val="ListParagraph"/>
        <w:numPr>
          <w:ilvl w:val="0"/>
          <w:numId w:val="25"/>
        </w:numPr>
        <w:spacing w:after="0" w:line="24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Weekly</w:t>
      </w:r>
      <w:r>
        <w:rPr>
          <w:bCs/>
          <w:sz w:val="28"/>
          <w:szCs w:val="28"/>
        </w:rPr>
        <w:t>: Friday afternoons from 2:30 to 4:00 unless meeting with the Regional Directors.</w:t>
      </w:r>
    </w:p>
    <w:p w:rsidR="0000317E" w:rsidRDefault="0000317E" w:rsidP="00250D13">
      <w:pPr>
        <w:pStyle w:val="ListParagraph"/>
        <w:spacing w:after="0" w:line="240" w:lineRule="auto"/>
        <w:rPr>
          <w:bCs/>
          <w:sz w:val="28"/>
          <w:szCs w:val="28"/>
          <w:u w:val="single"/>
        </w:rPr>
      </w:pPr>
    </w:p>
    <w:p w:rsidR="00250D13" w:rsidRDefault="0000317E" w:rsidP="00250D13">
      <w:p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Target 3: </w:t>
      </w:r>
      <w:r w:rsidR="00250D13" w:rsidRPr="0000317E">
        <w:rPr>
          <w:bCs/>
          <w:sz w:val="28"/>
          <w:szCs w:val="28"/>
        </w:rPr>
        <w:t>List clarifying questions/concerns for the Executive Regional Directors</w:t>
      </w:r>
    </w:p>
    <w:p w:rsidR="00250D13" w:rsidRPr="009C5E83" w:rsidRDefault="00250D13" w:rsidP="00250D13">
      <w:pPr>
        <w:pStyle w:val="ListParagraph"/>
        <w:numPr>
          <w:ilvl w:val="0"/>
          <w:numId w:val="20"/>
        </w:numPr>
        <w:spacing w:after="0" w:line="240" w:lineRule="auto"/>
        <w:rPr>
          <w:bCs/>
          <w:sz w:val="24"/>
          <w:szCs w:val="24"/>
        </w:rPr>
      </w:pPr>
      <w:r w:rsidRPr="00626F2A">
        <w:rPr>
          <w:bCs/>
          <w:sz w:val="24"/>
          <w:szCs w:val="24"/>
        </w:rPr>
        <w:t>When will we meet with Trevor/Karen/Heather/Hatton</w:t>
      </w:r>
      <w:r w:rsidR="0000317E">
        <w:rPr>
          <w:bCs/>
          <w:sz w:val="24"/>
          <w:szCs w:val="24"/>
        </w:rPr>
        <w:t>/</w:t>
      </w:r>
      <w:r>
        <w:rPr>
          <w:bCs/>
          <w:sz w:val="24"/>
          <w:szCs w:val="24"/>
        </w:rPr>
        <w:t>Kathleen/Ginny</w:t>
      </w:r>
      <w:r w:rsidRPr="00626F2A">
        <w:rPr>
          <w:bCs/>
          <w:sz w:val="24"/>
          <w:szCs w:val="24"/>
        </w:rPr>
        <w:t xml:space="preserve"> so we can </w:t>
      </w:r>
      <w:r w:rsidR="0000317E">
        <w:rPr>
          <w:bCs/>
          <w:sz w:val="24"/>
          <w:szCs w:val="24"/>
        </w:rPr>
        <w:t xml:space="preserve">obtain </w:t>
      </w:r>
      <w:r w:rsidRPr="009C5E83">
        <w:rPr>
          <w:bCs/>
          <w:sz w:val="24"/>
          <w:szCs w:val="24"/>
        </w:rPr>
        <w:t xml:space="preserve">a </w:t>
      </w:r>
      <w:r w:rsidR="0000317E">
        <w:rPr>
          <w:bCs/>
          <w:sz w:val="24"/>
          <w:szCs w:val="24"/>
        </w:rPr>
        <w:t>clearer</w:t>
      </w:r>
      <w:r w:rsidRPr="009C5E83">
        <w:rPr>
          <w:bCs/>
          <w:sz w:val="24"/>
          <w:szCs w:val="24"/>
        </w:rPr>
        <w:t xml:space="preserve"> picture of what our role</w:t>
      </w:r>
      <w:r w:rsidR="0000317E">
        <w:rPr>
          <w:bCs/>
          <w:sz w:val="24"/>
          <w:szCs w:val="24"/>
        </w:rPr>
        <w:t>s are?</w:t>
      </w:r>
    </w:p>
    <w:p w:rsidR="00250D13" w:rsidRPr="009C5E83" w:rsidRDefault="00250D13" w:rsidP="00250D13">
      <w:pPr>
        <w:pStyle w:val="ListParagraph"/>
        <w:numPr>
          <w:ilvl w:val="0"/>
          <w:numId w:val="20"/>
        </w:numPr>
        <w:spacing w:after="0" w:line="240" w:lineRule="auto"/>
        <w:rPr>
          <w:bCs/>
          <w:sz w:val="24"/>
          <w:szCs w:val="24"/>
        </w:rPr>
      </w:pPr>
      <w:r w:rsidRPr="009C5E83">
        <w:rPr>
          <w:bCs/>
          <w:sz w:val="24"/>
          <w:szCs w:val="24"/>
        </w:rPr>
        <w:t>How long do we wait before we move forward with the buildings?</w:t>
      </w:r>
    </w:p>
    <w:p w:rsidR="00250D13" w:rsidRPr="009C5E83" w:rsidRDefault="0000317E" w:rsidP="00250D13">
      <w:pPr>
        <w:pStyle w:val="ListParagraph"/>
        <w:numPr>
          <w:ilvl w:val="0"/>
          <w:numId w:val="20"/>
        </w:numPr>
        <w:spacing w:after="0"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What is tight and what is loose within our various positions?</w:t>
      </w:r>
    </w:p>
    <w:p w:rsidR="00250D13" w:rsidRPr="009C5E83" w:rsidRDefault="00250D13" w:rsidP="00250D13">
      <w:pPr>
        <w:pStyle w:val="ListParagraph"/>
        <w:numPr>
          <w:ilvl w:val="0"/>
          <w:numId w:val="20"/>
        </w:numPr>
        <w:spacing w:after="0" w:line="240" w:lineRule="auto"/>
        <w:rPr>
          <w:bCs/>
          <w:sz w:val="24"/>
          <w:szCs w:val="24"/>
        </w:rPr>
      </w:pPr>
      <w:r w:rsidRPr="009C5E83">
        <w:rPr>
          <w:bCs/>
          <w:sz w:val="24"/>
          <w:szCs w:val="24"/>
        </w:rPr>
        <w:t>Should we all be introducing ourselves as an “Instructional Coach”? (Carol and Shirley)</w:t>
      </w:r>
    </w:p>
    <w:p w:rsidR="00250D13" w:rsidRPr="009C5E83" w:rsidRDefault="00250D13" w:rsidP="00250D13">
      <w:pPr>
        <w:pStyle w:val="ListParagraph"/>
        <w:numPr>
          <w:ilvl w:val="0"/>
          <w:numId w:val="20"/>
        </w:numPr>
        <w:spacing w:after="0" w:line="240" w:lineRule="auto"/>
        <w:rPr>
          <w:bCs/>
          <w:sz w:val="24"/>
          <w:szCs w:val="24"/>
        </w:rPr>
      </w:pPr>
      <w:r w:rsidRPr="009C5E83">
        <w:rPr>
          <w:bCs/>
          <w:sz w:val="24"/>
          <w:szCs w:val="24"/>
        </w:rPr>
        <w:t>What are the parameters with Title 1? 80%?  Does that mean that they can coach new-teachers across the district? Or that the 20% is planning?</w:t>
      </w:r>
    </w:p>
    <w:p w:rsidR="00250D13" w:rsidRPr="009C5E83" w:rsidRDefault="00250D13" w:rsidP="00250D13">
      <w:pPr>
        <w:pStyle w:val="ListParagraph"/>
        <w:numPr>
          <w:ilvl w:val="0"/>
          <w:numId w:val="20"/>
        </w:numPr>
        <w:spacing w:after="0" w:line="240" w:lineRule="auto"/>
        <w:rPr>
          <w:bCs/>
          <w:sz w:val="24"/>
          <w:szCs w:val="24"/>
        </w:rPr>
      </w:pPr>
      <w:r w:rsidRPr="009C5E83">
        <w:rPr>
          <w:bCs/>
          <w:sz w:val="24"/>
          <w:szCs w:val="24"/>
        </w:rPr>
        <w:t xml:space="preserve">What is the vision </w:t>
      </w:r>
      <w:r w:rsidR="0000317E">
        <w:rPr>
          <w:bCs/>
          <w:sz w:val="24"/>
          <w:szCs w:val="24"/>
        </w:rPr>
        <w:t xml:space="preserve">for </w:t>
      </w:r>
      <w:r w:rsidRPr="009C5E83">
        <w:rPr>
          <w:bCs/>
          <w:sz w:val="24"/>
          <w:szCs w:val="24"/>
        </w:rPr>
        <w:t>work</w:t>
      </w:r>
      <w:r w:rsidR="0000317E">
        <w:rPr>
          <w:bCs/>
          <w:sz w:val="24"/>
          <w:szCs w:val="24"/>
        </w:rPr>
        <w:t>ing</w:t>
      </w:r>
      <w:r w:rsidRPr="009C5E83">
        <w:rPr>
          <w:bCs/>
          <w:sz w:val="24"/>
          <w:szCs w:val="24"/>
        </w:rPr>
        <w:t xml:space="preserve"> with teams and </w:t>
      </w:r>
      <w:r w:rsidR="0000317E">
        <w:rPr>
          <w:bCs/>
          <w:sz w:val="24"/>
          <w:szCs w:val="24"/>
        </w:rPr>
        <w:t>individuals?</w:t>
      </w:r>
    </w:p>
    <w:p w:rsidR="00250D13" w:rsidRPr="009C5E83" w:rsidRDefault="00250D13" w:rsidP="0000317E">
      <w:pPr>
        <w:pStyle w:val="ListParagraph"/>
        <w:spacing w:after="0" w:line="240" w:lineRule="auto"/>
        <w:rPr>
          <w:bCs/>
          <w:sz w:val="28"/>
          <w:szCs w:val="28"/>
        </w:rPr>
      </w:pPr>
    </w:p>
    <w:p w:rsidR="00250D13" w:rsidRPr="0000317E" w:rsidRDefault="0000317E" w:rsidP="00250D13">
      <w:pPr>
        <w:spacing w:after="0" w:line="240" w:lineRule="auto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Target 4: </w:t>
      </w:r>
      <w:r w:rsidR="00250D13" w:rsidRPr="0000317E">
        <w:rPr>
          <w:bCs/>
          <w:sz w:val="28"/>
          <w:szCs w:val="28"/>
        </w:rPr>
        <w:t>Identify individual strengths and talents</w:t>
      </w:r>
    </w:p>
    <w:p w:rsidR="00250D13" w:rsidRPr="0000317E" w:rsidRDefault="00250D13" w:rsidP="0000317E">
      <w:pPr>
        <w:pStyle w:val="ListParagraph"/>
        <w:numPr>
          <w:ilvl w:val="0"/>
          <w:numId w:val="30"/>
        </w:numPr>
        <w:spacing w:after="0" w:line="240" w:lineRule="auto"/>
        <w:rPr>
          <w:bCs/>
          <w:sz w:val="24"/>
          <w:szCs w:val="24"/>
        </w:rPr>
      </w:pPr>
      <w:r w:rsidRPr="0000317E">
        <w:rPr>
          <w:bCs/>
          <w:sz w:val="24"/>
          <w:szCs w:val="24"/>
        </w:rPr>
        <w:t xml:space="preserve">Google Sheet—Robyn has started it and sent it out.  </w:t>
      </w:r>
    </w:p>
    <w:p w:rsidR="00DE2AFE" w:rsidRPr="00250D13" w:rsidRDefault="00DE2AFE" w:rsidP="00250D13">
      <w:pPr>
        <w:spacing w:after="0" w:line="240" w:lineRule="auto"/>
        <w:rPr>
          <w:bCs/>
          <w:sz w:val="28"/>
          <w:szCs w:val="28"/>
        </w:rPr>
      </w:pPr>
    </w:p>
    <w:p w:rsidR="00250D13" w:rsidRPr="00FA0545" w:rsidRDefault="00250D13" w:rsidP="00250D13">
      <w:pPr>
        <w:spacing w:after="0" w:line="240" w:lineRule="auto"/>
        <w:rPr>
          <w:sz w:val="24"/>
          <w:szCs w:val="24"/>
        </w:rPr>
      </w:pPr>
    </w:p>
    <w:p w:rsidR="00250D13" w:rsidRDefault="0000317E" w:rsidP="0000317E">
      <w:pPr>
        <w:pStyle w:val="ColorfulList-Accent11"/>
        <w:spacing w:after="0"/>
        <w:ind w:left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Follow Up: 9/5/14</w:t>
      </w:r>
    </w:p>
    <w:p w:rsidR="0000317E" w:rsidRDefault="0000317E" w:rsidP="0000317E">
      <w:pPr>
        <w:pStyle w:val="ColorfulList-Accent11"/>
        <w:numPr>
          <w:ilvl w:val="0"/>
          <w:numId w:val="30"/>
        </w:numPr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Refine agreements/norms.</w:t>
      </w:r>
    </w:p>
    <w:p w:rsidR="0000317E" w:rsidRDefault="0000317E" w:rsidP="0000317E">
      <w:pPr>
        <w:pStyle w:val="ColorfulList-Accent11"/>
        <w:numPr>
          <w:ilvl w:val="0"/>
          <w:numId w:val="30"/>
        </w:numPr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Conduct discussions regarding individual strengths and talents. </w:t>
      </w:r>
    </w:p>
    <w:p w:rsidR="0000317E" w:rsidRDefault="0000317E" w:rsidP="0000317E">
      <w:pPr>
        <w:pStyle w:val="ColorfulList-Accent11"/>
        <w:numPr>
          <w:ilvl w:val="0"/>
          <w:numId w:val="30"/>
        </w:numPr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Chart similarities and differences of positions to identify overlaps or gaps.</w:t>
      </w:r>
    </w:p>
    <w:p w:rsidR="007B1A41" w:rsidRPr="007B1A41" w:rsidRDefault="007B1A41" w:rsidP="007B1A41">
      <w:pPr>
        <w:pStyle w:val="ListParagraph"/>
        <w:numPr>
          <w:ilvl w:val="0"/>
          <w:numId w:val="30"/>
        </w:numPr>
        <w:spacing w:after="0" w:line="24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NEXT MEETING:  Dani and Seena (Agenda and Facilitation), Crista (Note</w:t>
      </w:r>
      <w:r>
        <w:rPr>
          <w:bCs/>
          <w:sz w:val="28"/>
          <w:szCs w:val="28"/>
        </w:rPr>
        <w:t xml:space="preserve"> Taking), Stacia (Time Keeper)</w:t>
      </w:r>
    </w:p>
    <w:p w:rsidR="0000317E" w:rsidRDefault="0000317E" w:rsidP="0000317E">
      <w:pPr>
        <w:pStyle w:val="ColorfulList-Accent11"/>
        <w:spacing w:after="0"/>
        <w:ind w:left="870"/>
        <w:rPr>
          <w:bCs/>
          <w:sz w:val="28"/>
          <w:szCs w:val="28"/>
        </w:rPr>
      </w:pPr>
    </w:p>
    <w:p w:rsidR="0000317E" w:rsidRDefault="0000317E" w:rsidP="0000317E">
      <w:pPr>
        <w:pStyle w:val="ColorfulList-Accent11"/>
        <w:spacing w:after="0"/>
        <w:ind w:left="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Future Considerations</w:t>
      </w:r>
      <w:r>
        <w:rPr>
          <w:bCs/>
          <w:sz w:val="28"/>
          <w:szCs w:val="28"/>
        </w:rPr>
        <w:t>:</w:t>
      </w:r>
    </w:p>
    <w:p w:rsidR="007B1A41" w:rsidRDefault="007B1A41" w:rsidP="007B1A41">
      <w:pPr>
        <w:pStyle w:val="ColorfulList-Accent11"/>
        <w:numPr>
          <w:ilvl w:val="0"/>
          <w:numId w:val="31"/>
        </w:numPr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Begin each PLC with building updates, background ideas and initiatives.</w:t>
      </w:r>
    </w:p>
    <w:p w:rsidR="007B1A41" w:rsidRDefault="007B1A41" w:rsidP="007B1A41">
      <w:pPr>
        <w:pStyle w:val="ColorfulList-Accent11"/>
        <w:numPr>
          <w:ilvl w:val="0"/>
          <w:numId w:val="31"/>
        </w:numPr>
        <w:spacing w:after="0" w:line="240" w:lineRule="auto"/>
        <w:rPr>
          <w:bCs/>
          <w:sz w:val="28"/>
          <w:szCs w:val="28"/>
        </w:rPr>
      </w:pPr>
      <w:r w:rsidRPr="007B1A41">
        <w:rPr>
          <w:bCs/>
          <w:sz w:val="28"/>
          <w:szCs w:val="28"/>
        </w:rPr>
        <w:t>Discuss implemented assessment systems with relevant terminology and information.</w:t>
      </w:r>
    </w:p>
    <w:p w:rsidR="0000317E" w:rsidRPr="007B1A41" w:rsidRDefault="0000317E" w:rsidP="007B1A41">
      <w:pPr>
        <w:pStyle w:val="ColorfulList-Accent11"/>
        <w:numPr>
          <w:ilvl w:val="0"/>
          <w:numId w:val="31"/>
        </w:numPr>
        <w:spacing w:after="0" w:line="240" w:lineRule="auto"/>
        <w:rPr>
          <w:bCs/>
          <w:sz w:val="28"/>
          <w:szCs w:val="28"/>
        </w:rPr>
      </w:pPr>
      <w:r w:rsidRPr="007B1A41">
        <w:rPr>
          <w:bCs/>
          <w:sz w:val="28"/>
          <w:szCs w:val="28"/>
        </w:rPr>
        <w:t>What are the basic instructional strategies that teachers need to know?</w:t>
      </w:r>
    </w:p>
    <w:p w:rsidR="0000317E" w:rsidRPr="009C5E83" w:rsidRDefault="0000317E" w:rsidP="0000317E">
      <w:pPr>
        <w:spacing w:after="0" w:line="240" w:lineRule="auto"/>
        <w:rPr>
          <w:bCs/>
          <w:sz w:val="28"/>
          <w:szCs w:val="28"/>
        </w:rPr>
      </w:pPr>
    </w:p>
    <w:p w:rsidR="0000317E" w:rsidRDefault="0000317E" w:rsidP="0000317E">
      <w:pPr>
        <w:pStyle w:val="ListParagraph"/>
        <w:spacing w:after="0" w:line="240" w:lineRule="auto"/>
        <w:rPr>
          <w:bCs/>
          <w:sz w:val="28"/>
          <w:szCs w:val="28"/>
        </w:rPr>
      </w:pPr>
    </w:p>
    <w:p w:rsidR="0000317E" w:rsidRDefault="0000317E" w:rsidP="0000317E">
      <w:pPr>
        <w:pStyle w:val="ListParagraph"/>
        <w:spacing w:after="0" w:line="240" w:lineRule="auto"/>
        <w:rPr>
          <w:bCs/>
          <w:sz w:val="28"/>
          <w:szCs w:val="28"/>
        </w:rPr>
      </w:pPr>
    </w:p>
    <w:p w:rsidR="0000317E" w:rsidRDefault="0000317E" w:rsidP="0000317E">
      <w:pPr>
        <w:spacing w:after="0" w:line="240" w:lineRule="auto"/>
        <w:rPr>
          <w:bCs/>
          <w:sz w:val="28"/>
          <w:szCs w:val="28"/>
        </w:rPr>
      </w:pPr>
    </w:p>
    <w:p w:rsidR="0000317E" w:rsidRDefault="0000317E" w:rsidP="0000317E">
      <w:pPr>
        <w:spacing w:after="0" w:line="240" w:lineRule="auto"/>
        <w:rPr>
          <w:bCs/>
          <w:sz w:val="28"/>
          <w:szCs w:val="28"/>
        </w:rPr>
      </w:pPr>
    </w:p>
    <w:p w:rsidR="0000317E" w:rsidRPr="00F46AE5" w:rsidRDefault="0000317E" w:rsidP="0000317E">
      <w:pPr>
        <w:spacing w:after="0" w:line="240" w:lineRule="auto"/>
        <w:rPr>
          <w:bCs/>
          <w:sz w:val="28"/>
          <w:szCs w:val="28"/>
        </w:rPr>
      </w:pPr>
    </w:p>
    <w:p w:rsidR="0000317E" w:rsidRPr="001C5BF0" w:rsidRDefault="0000317E" w:rsidP="0000317E">
      <w:pPr>
        <w:pStyle w:val="ListParagraph"/>
        <w:spacing w:after="0" w:line="240" w:lineRule="auto"/>
        <w:rPr>
          <w:bCs/>
          <w:sz w:val="28"/>
          <w:szCs w:val="28"/>
        </w:rPr>
      </w:pPr>
      <w:r w:rsidRPr="001C5BF0">
        <w:rPr>
          <w:bCs/>
          <w:sz w:val="28"/>
          <w:szCs w:val="28"/>
        </w:rPr>
        <w:lastRenderedPageBreak/>
        <w:br w:type="page"/>
      </w:r>
    </w:p>
    <w:p w:rsidR="0000317E" w:rsidRPr="00D26143" w:rsidRDefault="0000317E" w:rsidP="0000317E">
      <w:pPr>
        <w:spacing w:after="0" w:line="240" w:lineRule="auto"/>
        <w:rPr>
          <w:b/>
          <w:bCs/>
          <w:sz w:val="28"/>
          <w:szCs w:val="28"/>
        </w:rPr>
      </w:pPr>
    </w:p>
    <w:p w:rsidR="0000317E" w:rsidRPr="009C5E83" w:rsidRDefault="0000317E" w:rsidP="00250D13">
      <w:pPr>
        <w:pStyle w:val="ColorfulList-Accent11"/>
        <w:spacing w:after="0"/>
        <w:rPr>
          <w:bCs/>
          <w:sz w:val="32"/>
          <w:szCs w:val="32"/>
        </w:rPr>
      </w:pPr>
    </w:p>
    <w:sectPr w:rsidR="0000317E" w:rsidRPr="009C5E83" w:rsidSect="00FB3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5874E2"/>
    <w:multiLevelType w:val="hybridMultilevel"/>
    <w:tmpl w:val="93AA7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804AC1"/>
    <w:multiLevelType w:val="hybridMultilevel"/>
    <w:tmpl w:val="1AA46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81140"/>
    <w:multiLevelType w:val="hybridMultilevel"/>
    <w:tmpl w:val="AE94CEA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B004B5"/>
    <w:multiLevelType w:val="hybridMultilevel"/>
    <w:tmpl w:val="82A0D460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A144EC"/>
    <w:multiLevelType w:val="hybridMultilevel"/>
    <w:tmpl w:val="B890E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1E73C5"/>
    <w:multiLevelType w:val="hybridMultilevel"/>
    <w:tmpl w:val="50F66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>
    <w:nsid w:val="26EE2414"/>
    <w:multiLevelType w:val="hybridMultilevel"/>
    <w:tmpl w:val="7688BF14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2">
    <w:nsid w:val="275F12D4"/>
    <w:multiLevelType w:val="hybridMultilevel"/>
    <w:tmpl w:val="0A500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9FE2E34"/>
    <w:multiLevelType w:val="hybridMultilevel"/>
    <w:tmpl w:val="3D66E824"/>
    <w:lvl w:ilvl="0" w:tplc="0BC27E14">
      <w:start w:val="4"/>
      <w:numFmt w:val="bullet"/>
      <w:lvlText w:val=""/>
      <w:lvlJc w:val="left"/>
      <w:pPr>
        <w:ind w:left="645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5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38B762A"/>
    <w:multiLevelType w:val="hybridMultilevel"/>
    <w:tmpl w:val="493C03E4"/>
    <w:lvl w:ilvl="0" w:tplc="90C8C9E8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8C50101"/>
    <w:multiLevelType w:val="hybridMultilevel"/>
    <w:tmpl w:val="443C3A7C"/>
    <w:lvl w:ilvl="0" w:tplc="04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0">
    <w:nsid w:val="4D53215F"/>
    <w:multiLevelType w:val="hybridMultilevel"/>
    <w:tmpl w:val="08284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E200D1"/>
    <w:multiLevelType w:val="hybridMultilevel"/>
    <w:tmpl w:val="8AA67F3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4C41A1F"/>
    <w:multiLevelType w:val="hybridMultilevel"/>
    <w:tmpl w:val="91307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3B6C75"/>
    <w:multiLevelType w:val="hybridMultilevel"/>
    <w:tmpl w:val="4100F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D9702F"/>
    <w:multiLevelType w:val="hybridMultilevel"/>
    <w:tmpl w:val="17F45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751F33"/>
    <w:multiLevelType w:val="hybridMultilevel"/>
    <w:tmpl w:val="5CF4862C"/>
    <w:lvl w:ilvl="0" w:tplc="CCAC8152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0E97A8B"/>
    <w:multiLevelType w:val="hybridMultilevel"/>
    <w:tmpl w:val="DC9CEA78"/>
    <w:lvl w:ilvl="0" w:tplc="02FAA3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7555D9"/>
    <w:multiLevelType w:val="hybridMultilevel"/>
    <w:tmpl w:val="D64A93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D865B61"/>
    <w:multiLevelType w:val="hybridMultilevel"/>
    <w:tmpl w:val="DC983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0"/>
  </w:num>
  <w:num w:numId="4">
    <w:abstractNumId w:val="6"/>
  </w:num>
  <w:num w:numId="5">
    <w:abstractNumId w:val="28"/>
  </w:num>
  <w:num w:numId="6">
    <w:abstractNumId w:val="17"/>
  </w:num>
  <w:num w:numId="7">
    <w:abstractNumId w:val="16"/>
  </w:num>
  <w:num w:numId="8">
    <w:abstractNumId w:val="25"/>
  </w:num>
  <w:num w:numId="9">
    <w:abstractNumId w:val="4"/>
  </w:num>
  <w:num w:numId="10">
    <w:abstractNumId w:val="15"/>
  </w:num>
  <w:num w:numId="11">
    <w:abstractNumId w:val="22"/>
  </w:num>
  <w:num w:numId="12">
    <w:abstractNumId w:val="21"/>
  </w:num>
  <w:num w:numId="13">
    <w:abstractNumId w:val="3"/>
  </w:num>
  <w:num w:numId="14">
    <w:abstractNumId w:val="9"/>
  </w:num>
  <w:num w:numId="15">
    <w:abstractNumId w:val="23"/>
  </w:num>
  <w:num w:numId="16">
    <w:abstractNumId w:val="20"/>
  </w:num>
  <w:num w:numId="17">
    <w:abstractNumId w:val="14"/>
  </w:num>
  <w:num w:numId="18">
    <w:abstractNumId w:val="27"/>
  </w:num>
  <w:num w:numId="19">
    <w:abstractNumId w:val="10"/>
  </w:num>
  <w:num w:numId="20">
    <w:abstractNumId w:val="24"/>
  </w:num>
  <w:num w:numId="21">
    <w:abstractNumId w:val="30"/>
  </w:num>
  <w:num w:numId="22">
    <w:abstractNumId w:val="11"/>
  </w:num>
  <w:num w:numId="23">
    <w:abstractNumId w:val="5"/>
  </w:num>
  <w:num w:numId="24">
    <w:abstractNumId w:val="12"/>
  </w:num>
  <w:num w:numId="25">
    <w:abstractNumId w:val="8"/>
  </w:num>
  <w:num w:numId="26">
    <w:abstractNumId w:val="18"/>
  </w:num>
  <w:num w:numId="27">
    <w:abstractNumId w:val="26"/>
  </w:num>
  <w:num w:numId="28">
    <w:abstractNumId w:val="29"/>
  </w:num>
  <w:num w:numId="29">
    <w:abstractNumId w:val="2"/>
  </w:num>
  <w:num w:numId="30">
    <w:abstractNumId w:val="19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2F2"/>
    <w:rsid w:val="0000317E"/>
    <w:rsid w:val="000101AB"/>
    <w:rsid w:val="000629B4"/>
    <w:rsid w:val="00074994"/>
    <w:rsid w:val="000779AD"/>
    <w:rsid w:val="00087965"/>
    <w:rsid w:val="00091945"/>
    <w:rsid w:val="00096E25"/>
    <w:rsid w:val="000D7AE8"/>
    <w:rsid w:val="000E3632"/>
    <w:rsid w:val="000F7FC3"/>
    <w:rsid w:val="00113145"/>
    <w:rsid w:val="00120072"/>
    <w:rsid w:val="00130230"/>
    <w:rsid w:val="001479F5"/>
    <w:rsid w:val="00170C7A"/>
    <w:rsid w:val="00173DE6"/>
    <w:rsid w:val="001918B1"/>
    <w:rsid w:val="001A6B6A"/>
    <w:rsid w:val="001C429B"/>
    <w:rsid w:val="001C44DD"/>
    <w:rsid w:val="001C5BF0"/>
    <w:rsid w:val="001C7A6F"/>
    <w:rsid w:val="001D5B48"/>
    <w:rsid w:val="001F7497"/>
    <w:rsid w:val="00206DE2"/>
    <w:rsid w:val="00211524"/>
    <w:rsid w:val="00250D13"/>
    <w:rsid w:val="002528AF"/>
    <w:rsid w:val="00256191"/>
    <w:rsid w:val="00261AEE"/>
    <w:rsid w:val="00262D4E"/>
    <w:rsid w:val="002657F1"/>
    <w:rsid w:val="00272563"/>
    <w:rsid w:val="00284A62"/>
    <w:rsid w:val="00286C4E"/>
    <w:rsid w:val="00293DEB"/>
    <w:rsid w:val="00293EB0"/>
    <w:rsid w:val="002A1BCA"/>
    <w:rsid w:val="002D36EA"/>
    <w:rsid w:val="002D5204"/>
    <w:rsid w:val="002D5E2E"/>
    <w:rsid w:val="002E1D96"/>
    <w:rsid w:val="002E315A"/>
    <w:rsid w:val="002E6272"/>
    <w:rsid w:val="002E6A14"/>
    <w:rsid w:val="00302880"/>
    <w:rsid w:val="00303A40"/>
    <w:rsid w:val="0031724A"/>
    <w:rsid w:val="003455F3"/>
    <w:rsid w:val="00364AE5"/>
    <w:rsid w:val="003B5E42"/>
    <w:rsid w:val="003B6B6E"/>
    <w:rsid w:val="003B785B"/>
    <w:rsid w:val="003D0E95"/>
    <w:rsid w:val="003D2051"/>
    <w:rsid w:val="003D22E5"/>
    <w:rsid w:val="003D7009"/>
    <w:rsid w:val="0041212A"/>
    <w:rsid w:val="0041221E"/>
    <w:rsid w:val="0042514F"/>
    <w:rsid w:val="00444E1D"/>
    <w:rsid w:val="00445A31"/>
    <w:rsid w:val="004619CC"/>
    <w:rsid w:val="00476DD2"/>
    <w:rsid w:val="00497A12"/>
    <w:rsid w:val="004A3FC2"/>
    <w:rsid w:val="004A56FC"/>
    <w:rsid w:val="004D2A8E"/>
    <w:rsid w:val="004F114C"/>
    <w:rsid w:val="004F3928"/>
    <w:rsid w:val="005011DD"/>
    <w:rsid w:val="005111CC"/>
    <w:rsid w:val="00567995"/>
    <w:rsid w:val="005777DC"/>
    <w:rsid w:val="005803D7"/>
    <w:rsid w:val="005A0268"/>
    <w:rsid w:val="005C551D"/>
    <w:rsid w:val="005E3DA7"/>
    <w:rsid w:val="005E45EE"/>
    <w:rsid w:val="005F504F"/>
    <w:rsid w:val="006117FD"/>
    <w:rsid w:val="0061515E"/>
    <w:rsid w:val="00625DBC"/>
    <w:rsid w:val="00626F2A"/>
    <w:rsid w:val="00630C21"/>
    <w:rsid w:val="00645DBF"/>
    <w:rsid w:val="0064744F"/>
    <w:rsid w:val="00664E77"/>
    <w:rsid w:val="006677BC"/>
    <w:rsid w:val="00667A42"/>
    <w:rsid w:val="00670A03"/>
    <w:rsid w:val="00674D6E"/>
    <w:rsid w:val="006754F9"/>
    <w:rsid w:val="006821E7"/>
    <w:rsid w:val="00685676"/>
    <w:rsid w:val="006A28F9"/>
    <w:rsid w:val="006B57BD"/>
    <w:rsid w:val="006B5823"/>
    <w:rsid w:val="006B6455"/>
    <w:rsid w:val="006C38C0"/>
    <w:rsid w:val="006C4C9E"/>
    <w:rsid w:val="006C6A53"/>
    <w:rsid w:val="006D2964"/>
    <w:rsid w:val="006E5C58"/>
    <w:rsid w:val="00701DE9"/>
    <w:rsid w:val="00702F59"/>
    <w:rsid w:val="0071257B"/>
    <w:rsid w:val="007148D9"/>
    <w:rsid w:val="00717F2B"/>
    <w:rsid w:val="00721812"/>
    <w:rsid w:val="0072728D"/>
    <w:rsid w:val="0074380A"/>
    <w:rsid w:val="00743D03"/>
    <w:rsid w:val="00757C4E"/>
    <w:rsid w:val="00762B99"/>
    <w:rsid w:val="00782701"/>
    <w:rsid w:val="007850FB"/>
    <w:rsid w:val="00791443"/>
    <w:rsid w:val="007B1A41"/>
    <w:rsid w:val="007C7D40"/>
    <w:rsid w:val="007E7F25"/>
    <w:rsid w:val="00800ADF"/>
    <w:rsid w:val="00832F76"/>
    <w:rsid w:val="00840ADC"/>
    <w:rsid w:val="008421B1"/>
    <w:rsid w:val="00866409"/>
    <w:rsid w:val="008713BB"/>
    <w:rsid w:val="00872FEC"/>
    <w:rsid w:val="0088637F"/>
    <w:rsid w:val="008927BA"/>
    <w:rsid w:val="008961E3"/>
    <w:rsid w:val="00896E5C"/>
    <w:rsid w:val="008A36A2"/>
    <w:rsid w:val="008D22CA"/>
    <w:rsid w:val="008F1452"/>
    <w:rsid w:val="008F2B9C"/>
    <w:rsid w:val="0090463D"/>
    <w:rsid w:val="00920817"/>
    <w:rsid w:val="00926FBD"/>
    <w:rsid w:val="009301DE"/>
    <w:rsid w:val="009378BF"/>
    <w:rsid w:val="00942690"/>
    <w:rsid w:val="0095327B"/>
    <w:rsid w:val="0095792D"/>
    <w:rsid w:val="00964B9B"/>
    <w:rsid w:val="00996CBC"/>
    <w:rsid w:val="009B0E89"/>
    <w:rsid w:val="009B18AF"/>
    <w:rsid w:val="009C5E83"/>
    <w:rsid w:val="009E5320"/>
    <w:rsid w:val="009F633F"/>
    <w:rsid w:val="00A0146E"/>
    <w:rsid w:val="00A160E0"/>
    <w:rsid w:val="00A362BF"/>
    <w:rsid w:val="00A36966"/>
    <w:rsid w:val="00A36B33"/>
    <w:rsid w:val="00A60369"/>
    <w:rsid w:val="00A62725"/>
    <w:rsid w:val="00A627B5"/>
    <w:rsid w:val="00A7476C"/>
    <w:rsid w:val="00A830B4"/>
    <w:rsid w:val="00A96957"/>
    <w:rsid w:val="00AB255A"/>
    <w:rsid w:val="00AB6D51"/>
    <w:rsid w:val="00AC5819"/>
    <w:rsid w:val="00AC5AF7"/>
    <w:rsid w:val="00AC72F2"/>
    <w:rsid w:val="00AC7594"/>
    <w:rsid w:val="00AE1268"/>
    <w:rsid w:val="00AF4968"/>
    <w:rsid w:val="00AF4ADF"/>
    <w:rsid w:val="00AF65CF"/>
    <w:rsid w:val="00B20902"/>
    <w:rsid w:val="00B24EBB"/>
    <w:rsid w:val="00B421A4"/>
    <w:rsid w:val="00B92D05"/>
    <w:rsid w:val="00B94D49"/>
    <w:rsid w:val="00B95F9A"/>
    <w:rsid w:val="00BA0B99"/>
    <w:rsid w:val="00BA46EA"/>
    <w:rsid w:val="00BA7128"/>
    <w:rsid w:val="00BC0879"/>
    <w:rsid w:val="00BD0956"/>
    <w:rsid w:val="00BE6051"/>
    <w:rsid w:val="00BF4900"/>
    <w:rsid w:val="00C018E5"/>
    <w:rsid w:val="00C07353"/>
    <w:rsid w:val="00C27F31"/>
    <w:rsid w:val="00C30370"/>
    <w:rsid w:val="00C32642"/>
    <w:rsid w:val="00C3406E"/>
    <w:rsid w:val="00C34674"/>
    <w:rsid w:val="00C74332"/>
    <w:rsid w:val="00C801CA"/>
    <w:rsid w:val="00C87A40"/>
    <w:rsid w:val="00C93B69"/>
    <w:rsid w:val="00C94E78"/>
    <w:rsid w:val="00CD5364"/>
    <w:rsid w:val="00CE3A1E"/>
    <w:rsid w:val="00D2212F"/>
    <w:rsid w:val="00D25B44"/>
    <w:rsid w:val="00D26143"/>
    <w:rsid w:val="00D40353"/>
    <w:rsid w:val="00DA07AA"/>
    <w:rsid w:val="00DA1598"/>
    <w:rsid w:val="00DB746D"/>
    <w:rsid w:val="00DC1768"/>
    <w:rsid w:val="00DC5C0B"/>
    <w:rsid w:val="00DD6ACA"/>
    <w:rsid w:val="00DE17A2"/>
    <w:rsid w:val="00DE24AD"/>
    <w:rsid w:val="00DE2AFE"/>
    <w:rsid w:val="00DE57FF"/>
    <w:rsid w:val="00E47510"/>
    <w:rsid w:val="00E50030"/>
    <w:rsid w:val="00E76EC6"/>
    <w:rsid w:val="00E90A50"/>
    <w:rsid w:val="00E93CD6"/>
    <w:rsid w:val="00E97F75"/>
    <w:rsid w:val="00ED0937"/>
    <w:rsid w:val="00ED0C5D"/>
    <w:rsid w:val="00ED68EA"/>
    <w:rsid w:val="00EE02D9"/>
    <w:rsid w:val="00EE3C0B"/>
    <w:rsid w:val="00F05B08"/>
    <w:rsid w:val="00F311A6"/>
    <w:rsid w:val="00F3139E"/>
    <w:rsid w:val="00F35434"/>
    <w:rsid w:val="00F37C15"/>
    <w:rsid w:val="00F46AE5"/>
    <w:rsid w:val="00F558C1"/>
    <w:rsid w:val="00F64C4B"/>
    <w:rsid w:val="00F80D01"/>
    <w:rsid w:val="00F84206"/>
    <w:rsid w:val="00FA0545"/>
    <w:rsid w:val="00FB32FF"/>
    <w:rsid w:val="00FC3CBB"/>
    <w:rsid w:val="00FC7AD4"/>
    <w:rsid w:val="00FF0DE8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rsid w:val="00C27F31"/>
    <w:pPr>
      <w:ind w:left="720"/>
    </w:pPr>
  </w:style>
  <w:style w:type="character" w:styleId="Hyperlink">
    <w:name w:val="Hyperlink"/>
    <w:basedOn w:val="DefaultParagraphFont"/>
    <w:rsid w:val="00D4035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rsid w:val="00CD5364"/>
    <w:rPr>
      <w:rFonts w:cs="Times New Roman"/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semiHidden/>
    <w:rsid w:val="00A627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5111CC"/>
    <w:rPr>
      <w:rFonts w:ascii="Times New Roman" w:hAnsi="Times New Roman" w:cs="Calibri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rsid w:val="00C27F31"/>
    <w:pPr>
      <w:ind w:left="720"/>
    </w:pPr>
  </w:style>
  <w:style w:type="character" w:styleId="Hyperlink">
    <w:name w:val="Hyperlink"/>
    <w:basedOn w:val="DefaultParagraphFont"/>
    <w:rsid w:val="00D4035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rsid w:val="00CD5364"/>
    <w:rPr>
      <w:rFonts w:cs="Times New Roman"/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semiHidden/>
    <w:rsid w:val="00A627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5111CC"/>
    <w:rPr>
      <w:rFonts w:ascii="Times New Roman" w:hAnsi="Times New Roman" w:cs="Calibri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demmons\My%20Documents\Agenda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 Template</Template>
  <TotalTime>1</TotalTime>
  <Pages>4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sdemmons</dc:creator>
  <cp:lastModifiedBy>isc</cp:lastModifiedBy>
  <cp:revision>3</cp:revision>
  <cp:lastPrinted>2014-08-28T17:44:00Z</cp:lastPrinted>
  <dcterms:created xsi:type="dcterms:W3CDTF">2014-09-02T18:06:00Z</dcterms:created>
  <dcterms:modified xsi:type="dcterms:W3CDTF">2014-09-02T18:06:00Z</dcterms:modified>
</cp:coreProperties>
</file>